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0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9CE1D" w14:textId="77777777" w:rsidR="006336A5" w:rsidRDefault="006336A5" w:rsidP="000D14F6">
      <w:pPr>
        <w:spacing w:after="0" w:line="240" w:lineRule="auto"/>
      </w:pPr>
      <w:r>
        <w:separator/>
      </w:r>
    </w:p>
  </w:endnote>
  <w:endnote w:type="continuationSeparator" w:id="0">
    <w:p w14:paraId="2CA9867E" w14:textId="77777777" w:rsidR="006336A5" w:rsidRDefault="006336A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AF0BD" w14:textId="77777777" w:rsidR="006336A5" w:rsidRDefault="006336A5" w:rsidP="000D14F6">
      <w:pPr>
        <w:spacing w:after="0" w:line="240" w:lineRule="auto"/>
      </w:pPr>
      <w:r>
        <w:separator/>
      </w:r>
    </w:p>
  </w:footnote>
  <w:footnote w:type="continuationSeparator" w:id="0">
    <w:p w14:paraId="3C66BE05" w14:textId="77777777" w:rsidR="006336A5" w:rsidRDefault="006336A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1B223F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336A5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40E13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76735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  <w:rsid w:val="00FD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0" ma:contentTypeDescription="Opprett et nytt dokument." ma:contentTypeScope="" ma:versionID="3992ffcc3dd878b8c4e8b47ca247182c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e3d4694de10af82563ebc4a4e94f4ed9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8F10F-6ABA-4C36-B7ED-293CCA2852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738D47-728E-431B-91D4-18F90CE6D7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CFC0F5-F8EB-4A7F-850B-D4335ED3CDF7}"/>
</file>

<file path=customXml/itemProps4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Frank Sandnes</cp:lastModifiedBy>
  <cp:revision>2</cp:revision>
  <cp:lastPrinted>2019-06-12T12:57:00Z</cp:lastPrinted>
  <dcterms:created xsi:type="dcterms:W3CDTF">2021-04-29T08:46:00Z</dcterms:created>
  <dcterms:modified xsi:type="dcterms:W3CDTF">2021-04-29T08:46:00Z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